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962" w:rsidRDefault="00C11962" w:rsidP="004B58C4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9/a. sz. melléklet:</w:t>
      </w:r>
    </w:p>
    <w:p w:rsidR="00C11962" w:rsidRDefault="00C11962" w:rsidP="009E6DF5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kiválási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  <w:r>
        <w:rPr>
          <w:sz w:val="20"/>
          <w:lang w:val="hu-HU"/>
        </w:rPr>
        <w:t xml:space="preserve">a kiválással érintett társaságnál, mint jogelődnél </w:t>
      </w:r>
      <w:r w:rsidRPr="004024A0">
        <w:rPr>
          <w:sz w:val="20"/>
          <w:lang w:val="hu-HU"/>
        </w:rPr>
        <w:t>(nincs melléklet)</w:t>
      </w:r>
    </w:p>
    <w:p w:rsidR="00C11962" w:rsidRDefault="00C11962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C11962" w:rsidRDefault="00C11962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C11962" w:rsidRPr="00D26E33" w:rsidRDefault="00C1196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C11962" w:rsidRPr="00D26E33" w:rsidRDefault="00C1196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C11962" w:rsidRPr="009E6DF5" w:rsidRDefault="00C11962" w:rsidP="009E6DF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9E6DF5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 w:rsidRPr="009E6DF5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r w:rsidRPr="009E6DF5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Kiválással érintett társaság neve</w:t>
      </w:r>
      <w:r w:rsidRPr="009E6DF5">
        <w:rPr>
          <w:rFonts w:ascii="Times New Roman" w:hAnsi="Times New Roman"/>
          <w:b/>
          <w:color w:val="FF0000"/>
          <w:sz w:val="20"/>
          <w:szCs w:val="20"/>
          <w:lang w:val="hu-HU"/>
        </w:rPr>
        <w:t>]</w:t>
      </w:r>
      <w:r w:rsidRPr="009E6DF5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társaság</w:t>
      </w:r>
      <w:r w:rsidRPr="009E6DF5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9E6DF5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9E6DF5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C11962" w:rsidRDefault="00C1196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C11962" w:rsidRPr="00D2184F" w:rsidRDefault="00C1196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C11962" w:rsidRDefault="00C11962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C11962" w:rsidRDefault="00C11962" w:rsidP="000E6DE3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</w:t>
      </w:r>
      <w:r w:rsidRPr="009E6DF5">
        <w:rPr>
          <w:rFonts w:ascii="Times New Roman" w:hAnsi="Times New Roman"/>
          <w:sz w:val="20"/>
          <w:lang w:val="hu-HU"/>
        </w:rPr>
        <w:t xml:space="preserve">a(z) </w:t>
      </w:r>
      <w:r w:rsidRPr="009E6DF5">
        <w:rPr>
          <w:rFonts w:ascii="Times New Roman" w:hAnsi="Times New Roman"/>
          <w:color w:val="FF0000"/>
          <w:sz w:val="20"/>
          <w:lang w:val="hu-HU"/>
        </w:rPr>
        <w:t>[</w:t>
      </w:r>
      <w:r w:rsidRPr="009E6DF5">
        <w:rPr>
          <w:rFonts w:ascii="Times New Roman" w:hAnsi="Times New Roman"/>
          <w:i/>
          <w:color w:val="FF0000"/>
          <w:sz w:val="20"/>
          <w:lang w:val="hu-HU"/>
        </w:rPr>
        <w:t>Kiválással érintett társaság neve</w:t>
      </w:r>
      <w:r w:rsidRPr="009E6DF5">
        <w:rPr>
          <w:rFonts w:ascii="Times New Roman" w:hAnsi="Times New Roman"/>
          <w:color w:val="FF0000"/>
          <w:sz w:val="20"/>
          <w:lang w:val="hu-HU"/>
        </w:rPr>
        <w:t>]</w:t>
      </w:r>
      <w:r w:rsidRPr="009E6DF5">
        <w:rPr>
          <w:rFonts w:ascii="Times New Roman" w:hAnsi="Times New Roman"/>
          <w:sz w:val="20"/>
          <w:lang w:val="hu-HU"/>
        </w:rPr>
        <w:t>, mint a kiválás után változatlan formában továbbműködő társaság („jogelőd társaság”) kiválás napjára</w:t>
      </w:r>
      <w:r>
        <w:rPr>
          <w:rFonts w:ascii="Times New Roman" w:hAnsi="Times New Roman"/>
          <w:sz w:val="20"/>
          <w:lang w:val="hu-HU"/>
        </w:rPr>
        <w:t xml:space="preserve">, a kiválás előtti állapotra </w:t>
      </w:r>
      <w:r>
        <w:rPr>
          <w:rFonts w:ascii="Times New Roman" w:hAnsi="Times New Roman"/>
          <w:i/>
          <w:color w:val="FF0000"/>
          <w:sz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 w:rsidRPr="009E6DF5">
        <w:rPr>
          <w:rFonts w:ascii="Times New Roman" w:hAnsi="Times New Roman"/>
          <w:sz w:val="20"/>
          <w:lang w:val="hu-HU"/>
        </w:rPr>
        <w:t>vonatkozó vagyoni helyzetét bemutató végleges vagyonmérlegé</w:t>
      </w:r>
      <w:r>
        <w:rPr>
          <w:rFonts w:ascii="Times New Roman" w:hAnsi="Times New Roman"/>
          <w:sz w:val="20"/>
          <w:lang w:val="hu-HU"/>
        </w:rPr>
        <w:t>nek és végleges vagyonleltárának (a továbbiakban együtt: végleges vagyonmérleg) könyvvizsgálatá</w:t>
      </w:r>
      <w:r w:rsidRPr="009E6DF5">
        <w:rPr>
          <w:rFonts w:ascii="Times New Roman" w:hAnsi="Times New Roman"/>
          <w:sz w:val="20"/>
          <w:lang w:val="hu-HU"/>
        </w:rPr>
        <w:t xml:space="preserve">t, amelyben az eszközök és források egyező végösszege </w:t>
      </w:r>
      <w:r w:rsidRPr="009E6DF5">
        <w:rPr>
          <w:rFonts w:ascii="Times New Roman" w:hAnsi="Times New Roman"/>
          <w:color w:val="FF0000"/>
          <w:sz w:val="20"/>
          <w:lang w:val="hu-HU"/>
        </w:rPr>
        <w:t>XXX E Ft</w:t>
      </w:r>
      <w:r w:rsidRPr="009E6DF5">
        <w:rPr>
          <w:rFonts w:ascii="Times New Roman" w:hAnsi="Times New Roman"/>
          <w:sz w:val="20"/>
          <w:lang w:val="hu-HU"/>
        </w:rPr>
        <w:t xml:space="preserve">, a jegyzett tőke összege </w:t>
      </w:r>
      <w:r w:rsidRPr="009E6DF5">
        <w:rPr>
          <w:rFonts w:ascii="Times New Roman" w:hAnsi="Times New Roman"/>
          <w:color w:val="FF0000"/>
          <w:sz w:val="20"/>
          <w:lang w:val="hu-HU"/>
        </w:rPr>
        <w:t>XXX E Ft</w:t>
      </w:r>
      <w:r w:rsidRPr="009E6DF5">
        <w:rPr>
          <w:rFonts w:ascii="Times New Roman" w:hAnsi="Times New Roman"/>
          <w:sz w:val="20"/>
          <w:lang w:val="hu-HU"/>
        </w:rPr>
        <w:t xml:space="preserve">, a saját tőke összege </w:t>
      </w:r>
      <w:r w:rsidRPr="009E6DF5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:rsidR="00C11962" w:rsidRDefault="00C1196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C11962" w:rsidRDefault="00C11962" w:rsidP="009E6DF5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Kiválással érintett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jogelőd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C11962" w:rsidRPr="002E3ADC" w:rsidRDefault="00C1196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C11962" w:rsidRPr="00D26E33" w:rsidRDefault="00C11962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C11962" w:rsidRDefault="00C1196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C11962" w:rsidRDefault="00C11962" w:rsidP="009E6DF5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C11962" w:rsidRPr="00D26E33" w:rsidRDefault="00C1196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C11962" w:rsidRDefault="00C11962" w:rsidP="009E6DF5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Független(ek) vagyok(unk) a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jogelőd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C11962" w:rsidRPr="00CD0C83" w:rsidRDefault="00C1196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C11962" w:rsidRDefault="00C1196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C11962" w:rsidRDefault="00C11962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C11962" w:rsidRPr="00D81BE9" w:rsidRDefault="00C11962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C11962" w:rsidRDefault="00C11962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C11962" w:rsidRPr="00D81BE9" w:rsidRDefault="00C11962" w:rsidP="008D712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>
        <w:rPr>
          <w:rFonts w:ascii="Times New Roman" w:hAnsi="Times New Roman"/>
          <w:sz w:val="20"/>
          <w:szCs w:val="20"/>
          <w:lang w:val="hu-HU"/>
        </w:rPr>
        <w:t>11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. § (</w:t>
      </w:r>
      <w:r>
        <w:rPr>
          <w:rFonts w:ascii="Times New Roman" w:hAnsi="Times New Roman"/>
          <w:sz w:val="20"/>
          <w:szCs w:val="20"/>
          <w:lang w:val="hu-HU" w:eastAsia="hu-HU"/>
        </w:rPr>
        <w:t>2a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 </w:t>
      </w:r>
      <w:r>
        <w:rPr>
          <w:rFonts w:ascii="Times New Roman" w:hAnsi="Times New Roman"/>
          <w:sz w:val="20"/>
          <w:szCs w:val="20"/>
          <w:lang w:val="hu-HU"/>
        </w:rPr>
        <w:t>jogelőd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C11962" w:rsidRPr="00D26E33" w:rsidRDefault="00C1196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C11962" w:rsidRPr="00D26E33" w:rsidRDefault="00C11962" w:rsidP="009E6DF5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C11962" w:rsidRDefault="00C11962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C11962" w:rsidRDefault="00C11962" w:rsidP="009E6DF5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 </w:t>
      </w:r>
      <w:r w:rsidRPr="00D26E33">
        <w:rPr>
          <w:spacing w:val="1"/>
          <w:lang w:val="hu-HU"/>
        </w:rPr>
        <w:t xml:space="preserve">elkészítése. </w:t>
      </w:r>
    </w:p>
    <w:p w:rsidR="00C11962" w:rsidRDefault="00C11962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C11962" w:rsidRDefault="00C11962" w:rsidP="005E7BB1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elkészítése során a vezetés felelős azért, hogy felmérje a jogutód társaság</w:t>
      </w:r>
      <w:r>
        <w:rPr>
          <w:color w:val="000000"/>
          <w:lang w:val="hu-HU"/>
        </w:rPr>
        <w:t>ok</w:t>
      </w:r>
      <w:r w:rsidRPr="005D02A8">
        <w:rPr>
          <w:color w:val="000000"/>
          <w:lang w:val="hu-HU"/>
        </w:rPr>
        <w:t xml:space="preserve">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C11962" w:rsidRDefault="00C11962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C11962" w:rsidRDefault="00C11962" w:rsidP="009E6DF5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jogelőd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C11962" w:rsidRPr="009E6DF5" w:rsidRDefault="00C11962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C11962" w:rsidRPr="009E6DF5" w:rsidRDefault="00C11962" w:rsidP="009E6DF5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9E6DF5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végleges vagyonmérleg könyvvizsgálatáért való felelőssége </w:t>
      </w:r>
    </w:p>
    <w:p w:rsidR="00C11962" w:rsidRDefault="00C11962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C11962" w:rsidRDefault="00C11962" w:rsidP="009E6DF5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 xml:space="preserve">végleges vagyonmérleg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 alapján meghozott gazdasági döntéseit. </w:t>
      </w:r>
    </w:p>
    <w:p w:rsidR="00C11962" w:rsidRPr="00BF5EE3" w:rsidRDefault="00C11962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C11962" w:rsidRPr="009F05AD" w:rsidRDefault="00C11962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:rsidR="00C11962" w:rsidRPr="009F05AD" w:rsidRDefault="00C11962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:rsidR="00C11962" w:rsidRPr="009F05AD" w:rsidRDefault="00C11962" w:rsidP="009E6DF5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C11962" w:rsidRPr="009F05AD" w:rsidRDefault="00C11962" w:rsidP="009E6DF5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azért, hogy a </w:t>
      </w:r>
      <w:r>
        <w:rPr>
          <w:rFonts w:ascii="Times New Roman" w:hAnsi="Times New Roman"/>
          <w:kern w:val="20"/>
          <w:sz w:val="20"/>
          <w:szCs w:val="20"/>
          <w:lang w:val="hu-HU"/>
        </w:rPr>
        <w:t>jogelőd t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ársaság belső kontrolljának hatékonyságára vonatkozóan véleményt nyilvánítsak(unk).</w:t>
      </w:r>
    </w:p>
    <w:p w:rsidR="00C11962" w:rsidRPr="009F05AD" w:rsidRDefault="00C11962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C11962" w:rsidRPr="009F05AD" w:rsidRDefault="00C11962" w:rsidP="005E7BB1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vagyonmérlegek összeállítása, valamint a megszerzett könyvvizsgálati bizonyíték alapján arról, hogy fennáll-e lényeges bizonytalanság olyan eseményekkel vagy feltételekkel kapcsolatban, amelyek jelentős kétséget vethetnek fel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vagyonmérlegek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ok, vagy azok valamelyike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nem tudja a vállalkozást folytatni.</w:t>
      </w:r>
    </w:p>
    <w:p w:rsidR="00C11962" w:rsidRPr="009F05AD" w:rsidRDefault="00C11962" w:rsidP="009E6DF5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 átfogó bemutatását, felépítését és tartalmát, valamint értékelem(jük) azt is, hogy a végleges vagyonmérlegben teljesül-e az alapul szolgáló ügyleteknek és eseményeknek számviteli törvény 136.-141. §-okban foglaltak szerinti bemutatása.</w:t>
      </w:r>
    </w:p>
    <w:p w:rsidR="00C11962" w:rsidRPr="009F05AD" w:rsidRDefault="00C11962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C11962" w:rsidRPr="009F05AD" w:rsidRDefault="00C11962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C11962" w:rsidRDefault="00C11962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C11962" w:rsidRDefault="00C11962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C11962" w:rsidRPr="003A48B3" w:rsidRDefault="00C11962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C11962" w:rsidRPr="00D26E33" w:rsidRDefault="00C11962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C11962" w:rsidRPr="00D26E33" w:rsidRDefault="00C11962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C11962" w:rsidRPr="00D26E33" w:rsidRDefault="00C11962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C11962" w:rsidRPr="00D26E33" w:rsidRDefault="00C11962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C11962" w:rsidRPr="00D26E33" w:rsidRDefault="00C11962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C11962" w:rsidRPr="0080033F" w:rsidRDefault="00C11962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C11962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962" w:rsidRDefault="00C11962" w:rsidP="001E2511">
      <w:pPr>
        <w:spacing w:after="0" w:line="240" w:lineRule="auto"/>
      </w:pPr>
      <w:r>
        <w:separator/>
      </w:r>
    </w:p>
  </w:endnote>
  <w:endnote w:type="continuationSeparator" w:id="0">
    <w:p w:rsidR="00C11962" w:rsidRDefault="00C11962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962" w:rsidRDefault="00C11962">
    <w:pPr>
      <w:pStyle w:val="Footer"/>
      <w:jc w:val="center"/>
    </w:pPr>
    <w:fldSimple w:instr="PAGE   \* MERGEFORMAT">
      <w:r w:rsidRPr="008D712B">
        <w:rPr>
          <w:noProof/>
          <w:lang w:val="hu-HU"/>
        </w:rPr>
        <w:t>1</w:t>
      </w:r>
    </w:fldSimple>
  </w:p>
  <w:p w:rsidR="00C11962" w:rsidRDefault="00C119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962" w:rsidRDefault="00C11962" w:rsidP="001E2511">
      <w:pPr>
        <w:spacing w:after="0" w:line="240" w:lineRule="auto"/>
      </w:pPr>
      <w:r>
        <w:separator/>
      </w:r>
    </w:p>
  </w:footnote>
  <w:footnote w:type="continuationSeparator" w:id="0">
    <w:p w:rsidR="00C11962" w:rsidRDefault="00C11962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20C3"/>
    <w:rsid w:val="00002E1F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A4B71"/>
    <w:rsid w:val="000B2BF8"/>
    <w:rsid w:val="000C53E8"/>
    <w:rsid w:val="000D3113"/>
    <w:rsid w:val="000E18F2"/>
    <w:rsid w:val="000E5786"/>
    <w:rsid w:val="000E6DE3"/>
    <w:rsid w:val="000F7DB6"/>
    <w:rsid w:val="0012784A"/>
    <w:rsid w:val="00133FAB"/>
    <w:rsid w:val="0014438C"/>
    <w:rsid w:val="001568DD"/>
    <w:rsid w:val="001715E1"/>
    <w:rsid w:val="00173AF3"/>
    <w:rsid w:val="001835FB"/>
    <w:rsid w:val="001A72A3"/>
    <w:rsid w:val="001C19F3"/>
    <w:rsid w:val="001E2511"/>
    <w:rsid w:val="001F4991"/>
    <w:rsid w:val="00203A97"/>
    <w:rsid w:val="00223731"/>
    <w:rsid w:val="0024017A"/>
    <w:rsid w:val="00247292"/>
    <w:rsid w:val="0026083D"/>
    <w:rsid w:val="0027581F"/>
    <w:rsid w:val="00292B45"/>
    <w:rsid w:val="002A38FE"/>
    <w:rsid w:val="002E019D"/>
    <w:rsid w:val="002E3ADC"/>
    <w:rsid w:val="002E7980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A6A21"/>
    <w:rsid w:val="003D1DA3"/>
    <w:rsid w:val="003D4CC0"/>
    <w:rsid w:val="004005B8"/>
    <w:rsid w:val="004024A0"/>
    <w:rsid w:val="0041414F"/>
    <w:rsid w:val="00414BBB"/>
    <w:rsid w:val="00427924"/>
    <w:rsid w:val="004445AE"/>
    <w:rsid w:val="00452CD9"/>
    <w:rsid w:val="004779ED"/>
    <w:rsid w:val="00487ABB"/>
    <w:rsid w:val="004A4B47"/>
    <w:rsid w:val="004B0755"/>
    <w:rsid w:val="004B58C4"/>
    <w:rsid w:val="004C5F47"/>
    <w:rsid w:val="00501536"/>
    <w:rsid w:val="00516E90"/>
    <w:rsid w:val="005300E7"/>
    <w:rsid w:val="0053616F"/>
    <w:rsid w:val="005563CB"/>
    <w:rsid w:val="005575E6"/>
    <w:rsid w:val="00560E8C"/>
    <w:rsid w:val="00564D07"/>
    <w:rsid w:val="0058099E"/>
    <w:rsid w:val="00584C88"/>
    <w:rsid w:val="00591783"/>
    <w:rsid w:val="005946E7"/>
    <w:rsid w:val="005D02A8"/>
    <w:rsid w:val="005D2325"/>
    <w:rsid w:val="005E3F44"/>
    <w:rsid w:val="005E7BB1"/>
    <w:rsid w:val="0060024F"/>
    <w:rsid w:val="006020A3"/>
    <w:rsid w:val="00621C8B"/>
    <w:rsid w:val="00624A9E"/>
    <w:rsid w:val="006318D4"/>
    <w:rsid w:val="00632012"/>
    <w:rsid w:val="006541E7"/>
    <w:rsid w:val="00655222"/>
    <w:rsid w:val="006604F3"/>
    <w:rsid w:val="00661894"/>
    <w:rsid w:val="006636BE"/>
    <w:rsid w:val="006748A6"/>
    <w:rsid w:val="00676200"/>
    <w:rsid w:val="00687B5C"/>
    <w:rsid w:val="006921F5"/>
    <w:rsid w:val="006B604C"/>
    <w:rsid w:val="006D0C27"/>
    <w:rsid w:val="006F0FF0"/>
    <w:rsid w:val="00710685"/>
    <w:rsid w:val="007312ED"/>
    <w:rsid w:val="00733A4B"/>
    <w:rsid w:val="00735B49"/>
    <w:rsid w:val="0073612A"/>
    <w:rsid w:val="00736F2A"/>
    <w:rsid w:val="00743D82"/>
    <w:rsid w:val="00757A79"/>
    <w:rsid w:val="00762D01"/>
    <w:rsid w:val="00762DC1"/>
    <w:rsid w:val="00764D30"/>
    <w:rsid w:val="00780171"/>
    <w:rsid w:val="00784D8E"/>
    <w:rsid w:val="007D12B2"/>
    <w:rsid w:val="007D6EDF"/>
    <w:rsid w:val="007D7B6D"/>
    <w:rsid w:val="007E030D"/>
    <w:rsid w:val="007E3162"/>
    <w:rsid w:val="0080033F"/>
    <w:rsid w:val="008031B4"/>
    <w:rsid w:val="00810608"/>
    <w:rsid w:val="00841A11"/>
    <w:rsid w:val="00847385"/>
    <w:rsid w:val="00857675"/>
    <w:rsid w:val="00874D52"/>
    <w:rsid w:val="00891C49"/>
    <w:rsid w:val="008A1CEC"/>
    <w:rsid w:val="008D712B"/>
    <w:rsid w:val="008D71BF"/>
    <w:rsid w:val="008F4ADF"/>
    <w:rsid w:val="00901813"/>
    <w:rsid w:val="00903E3D"/>
    <w:rsid w:val="00910DD9"/>
    <w:rsid w:val="0091782A"/>
    <w:rsid w:val="00933324"/>
    <w:rsid w:val="009414CE"/>
    <w:rsid w:val="009463C8"/>
    <w:rsid w:val="0096259E"/>
    <w:rsid w:val="009745AC"/>
    <w:rsid w:val="0097520C"/>
    <w:rsid w:val="009760DE"/>
    <w:rsid w:val="009825E5"/>
    <w:rsid w:val="009A7A13"/>
    <w:rsid w:val="009B3DCD"/>
    <w:rsid w:val="009B4158"/>
    <w:rsid w:val="009C132D"/>
    <w:rsid w:val="009C53AD"/>
    <w:rsid w:val="009D2470"/>
    <w:rsid w:val="009D7C5A"/>
    <w:rsid w:val="009E0C97"/>
    <w:rsid w:val="009E2855"/>
    <w:rsid w:val="009E6DF5"/>
    <w:rsid w:val="009F04DA"/>
    <w:rsid w:val="009F05AD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35DB0"/>
    <w:rsid w:val="00B40AF0"/>
    <w:rsid w:val="00B45C6E"/>
    <w:rsid w:val="00B513E0"/>
    <w:rsid w:val="00B617E1"/>
    <w:rsid w:val="00B662F3"/>
    <w:rsid w:val="00B77E39"/>
    <w:rsid w:val="00B86E55"/>
    <w:rsid w:val="00BC13B9"/>
    <w:rsid w:val="00BC50A9"/>
    <w:rsid w:val="00BD4057"/>
    <w:rsid w:val="00BE014A"/>
    <w:rsid w:val="00BF5EE3"/>
    <w:rsid w:val="00C11015"/>
    <w:rsid w:val="00C11962"/>
    <w:rsid w:val="00C21C70"/>
    <w:rsid w:val="00C30EE1"/>
    <w:rsid w:val="00C33E96"/>
    <w:rsid w:val="00C34F1F"/>
    <w:rsid w:val="00C41453"/>
    <w:rsid w:val="00C55AE1"/>
    <w:rsid w:val="00C55FD9"/>
    <w:rsid w:val="00C83135"/>
    <w:rsid w:val="00C87A9C"/>
    <w:rsid w:val="00C95069"/>
    <w:rsid w:val="00CB0FEB"/>
    <w:rsid w:val="00CB4974"/>
    <w:rsid w:val="00CC2A2F"/>
    <w:rsid w:val="00CD0C83"/>
    <w:rsid w:val="00CD2EF2"/>
    <w:rsid w:val="00D10C6B"/>
    <w:rsid w:val="00D139F2"/>
    <w:rsid w:val="00D175CA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B7037"/>
    <w:rsid w:val="00DB7B78"/>
    <w:rsid w:val="00DC0417"/>
    <w:rsid w:val="00DC60C5"/>
    <w:rsid w:val="00DC785D"/>
    <w:rsid w:val="00DC7F14"/>
    <w:rsid w:val="00DE1C94"/>
    <w:rsid w:val="00E06CF1"/>
    <w:rsid w:val="00E134FE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00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9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</Pages>
  <Words>989</Words>
  <Characters>6831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7</cp:revision>
  <dcterms:created xsi:type="dcterms:W3CDTF">2018-03-26T12:12:00Z</dcterms:created>
  <dcterms:modified xsi:type="dcterms:W3CDTF">2020-07-20T09:14:00Z</dcterms:modified>
</cp:coreProperties>
</file>